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F12BE" w14:textId="408376B0" w:rsidR="0008235A" w:rsidRDefault="0008235A">
      <w:r>
        <w:t xml:space="preserve">I want </w:t>
      </w:r>
      <w:commentRangeStart w:id="0"/>
      <w:r>
        <w:t xml:space="preserve">some text to have a comment </w:t>
      </w:r>
      <w:commentRangeEnd w:id="0"/>
      <w:r>
        <w:rPr>
          <w:rStyle w:val="CommentReference"/>
        </w:rPr>
        <w:commentReference w:id="0"/>
      </w:r>
      <w:r>
        <w:t>on it.</w:t>
      </w:r>
    </w:p>
    <w:p w14:paraId="2E5F0061" w14:textId="77777777" w:rsidR="0008235A" w:rsidRDefault="0008235A">
      <w:r>
        <w:t xml:space="preserve">This is </w:t>
      </w:r>
      <w:commentRangeStart w:id="1"/>
      <w:r>
        <w:t>a new paragraph.</w:t>
      </w:r>
    </w:p>
    <w:p w14:paraId="0D9E5EA9" w14:textId="77777777" w:rsidR="0008235A" w:rsidRDefault="0008235A">
      <w:r>
        <w:t>And so</w:t>
      </w:r>
      <w:commentRangeEnd w:id="1"/>
      <w:r>
        <w:rPr>
          <w:rStyle w:val="CommentReference"/>
        </w:rPr>
        <w:commentReference w:id="1"/>
      </w:r>
      <w:r>
        <w:t xml:space="preserve"> is this.</w:t>
      </w:r>
    </w:p>
    <w:p w14:paraId="6D303DE3" w14:textId="7F3848E4" w:rsidR="00D01A70" w:rsidRDefault="0008235A">
      <w:r>
        <w:t xml:space="preserve">One </w:t>
      </w:r>
      <w:commentRangeStart w:id="2"/>
      <w:r>
        <w:t>more</w:t>
      </w:r>
      <w:commentRangeEnd w:id="2"/>
      <w:r>
        <w:rPr>
          <w:rStyle w:val="CommentReference"/>
        </w:rPr>
        <w:commentReference w:id="2"/>
      </w:r>
      <w:r>
        <w:t>.</w:t>
      </w:r>
      <w:r w:rsidR="00BE1443">
        <w:t xml:space="preserve"> And this is one with a </w:t>
      </w:r>
      <w:commentRangeStart w:id="3"/>
      <w:commentRangeStart w:id="4"/>
      <w:r w:rsidR="00BE1443">
        <w:t>comment in a comment</w:t>
      </w:r>
      <w:commentRangeEnd w:id="3"/>
      <w:r w:rsidR="00BE1443">
        <w:rPr>
          <w:rStyle w:val="CommentReference"/>
        </w:rPr>
        <w:commentReference w:id="3"/>
      </w:r>
      <w:commentRangeEnd w:id="4"/>
      <w:r w:rsidR="00BE1443">
        <w:rPr>
          <w:rStyle w:val="CommentReference"/>
        </w:rPr>
        <w:commentReference w:id="4"/>
      </w:r>
      <w:r w:rsidR="00BE1443">
        <w:t>.</w:t>
      </w:r>
      <w:bookmarkStart w:id="5" w:name="_GoBack"/>
      <w:bookmarkEnd w:id="5"/>
    </w:p>
    <w:sectPr w:rsidR="00D01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esse Rosenthal" w:date="2016-05-09T16:13:00Z" w:initials="jkr">
    <w:p w14:paraId="49E49F95" w14:textId="77777777" w:rsidR="0008235A" w:rsidRDefault="0008235A">
      <w:pPr>
        <w:pStyle w:val="CommentText"/>
      </w:pPr>
      <w:r>
        <w:rPr>
          <w:rStyle w:val="CommentReference"/>
        </w:rPr>
        <w:annotationRef/>
      </w:r>
      <w:r>
        <w:t>I left a comment.</w:t>
      </w:r>
    </w:p>
  </w:comment>
  <w:comment w:id="1" w:author="Jesse Rosenthal" w:date="2016-05-09T16:13:00Z" w:initials="jkr">
    <w:p w14:paraId="62CAFDEE" w14:textId="77777777" w:rsidR="0008235A" w:rsidRDefault="0008235A">
      <w:pPr>
        <w:pStyle w:val="CommentText"/>
      </w:pPr>
      <w:r>
        <w:rPr>
          <w:rStyle w:val="CommentReference"/>
        </w:rPr>
        <w:annotationRef/>
      </w:r>
      <w:r>
        <w:t>A comment across paragraphs.</w:t>
      </w:r>
    </w:p>
  </w:comment>
  <w:comment w:id="2" w:author="Jesse Rosenthal" w:date="2016-05-09T16:14:00Z" w:initials="jkr">
    <w:p w14:paraId="207C7565" w14:textId="77777777" w:rsidR="0008235A" w:rsidRDefault="0008235A">
      <w:pPr>
        <w:pStyle w:val="CommentText"/>
      </w:pPr>
      <w:r>
        <w:rPr>
          <w:rStyle w:val="CommentReference"/>
        </w:rPr>
        <w:annotationRef/>
      </w:r>
      <w:r>
        <w:t>This one has multiple paragraphs.</w:t>
      </w:r>
    </w:p>
    <w:p w14:paraId="61B066AD" w14:textId="77777777" w:rsidR="0008235A" w:rsidRDefault="0008235A">
      <w:pPr>
        <w:pStyle w:val="CommentText"/>
      </w:pPr>
    </w:p>
    <w:p w14:paraId="475FE386" w14:textId="77777777" w:rsidR="0008235A" w:rsidRDefault="0008235A">
      <w:pPr>
        <w:pStyle w:val="CommentText"/>
      </w:pPr>
      <w:r>
        <w:t>See?</w:t>
      </w:r>
    </w:p>
  </w:comment>
  <w:comment w:id="3" w:author="Jesse Rosenthal" w:date="2016-06-22T14:35:00Z" w:initials="jkr">
    <w:p w14:paraId="2596C45C" w14:textId="1C8C68A5" w:rsidR="00BE1443" w:rsidRDefault="00BE1443">
      <w:pPr>
        <w:pStyle w:val="CommentText"/>
      </w:pPr>
      <w:r>
        <w:rPr>
          <w:rStyle w:val="CommentReference"/>
        </w:rPr>
        <w:annotationRef/>
      </w:r>
      <w:r>
        <w:t>Do something.</w:t>
      </w:r>
    </w:p>
  </w:comment>
  <w:comment w:id="4" w:author="Jesse Rosenthal" w:date="2016-06-22T14:36:00Z" w:initials="jkr">
    <w:p w14:paraId="51973FE8" w14:textId="4C54EF98" w:rsidR="00BE1443" w:rsidRDefault="00BE1443">
      <w:pPr>
        <w:pStyle w:val="CommentText"/>
      </w:pPr>
      <w:r>
        <w:rPr>
          <w:rStyle w:val="CommentReference"/>
        </w:rPr>
        <w:annotationRef/>
      </w:r>
      <w:r>
        <w:t>Do something else.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E49F95" w15:done="0"/>
  <w15:commentEx w15:paraId="62CAFDEE" w15:done="0"/>
  <w15:commentEx w15:paraId="475FE386" w15:done="0"/>
  <w15:commentEx w15:paraId="2596C45C" w15:done="0"/>
  <w15:commentEx w15:paraId="51973FE8" w15:paraIdParent="2596C4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358C1" w14:textId="77777777" w:rsidR="003F4035" w:rsidRDefault="003F4035" w:rsidP="003F4035">
      <w:pPr>
        <w:spacing w:after="0" w:line="240" w:lineRule="auto"/>
      </w:pPr>
      <w:r>
        <w:separator/>
      </w:r>
    </w:p>
  </w:endnote>
  <w:endnote w:type="continuationSeparator" w:id="0">
    <w:p w14:paraId="5FFA74A5" w14:textId="77777777" w:rsidR="003F4035" w:rsidRDefault="003F4035" w:rsidP="003F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0BECD" w14:textId="77777777" w:rsidR="003F4035" w:rsidRDefault="003F4035" w:rsidP="003F4035">
      <w:pPr>
        <w:spacing w:after="0" w:line="240" w:lineRule="auto"/>
      </w:pPr>
      <w:r>
        <w:separator/>
      </w:r>
    </w:p>
  </w:footnote>
  <w:footnote w:type="continuationSeparator" w:id="0">
    <w:p w14:paraId="366C8BBE" w14:textId="77777777" w:rsidR="003F4035" w:rsidRDefault="003F4035" w:rsidP="003F4035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sse Rosenthal">
    <w15:presenceInfo w15:providerId="None" w15:userId="Jesse Rosenth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5A"/>
    <w:rsid w:val="0008235A"/>
    <w:rsid w:val="001156A1"/>
    <w:rsid w:val="003F4035"/>
    <w:rsid w:val="00471C29"/>
    <w:rsid w:val="0047652C"/>
    <w:rsid w:val="005561A9"/>
    <w:rsid w:val="00594016"/>
    <w:rsid w:val="00761B4B"/>
    <w:rsid w:val="008C4F86"/>
    <w:rsid w:val="00BE1443"/>
    <w:rsid w:val="00CF44C2"/>
    <w:rsid w:val="00D0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BEB30"/>
  <w15:chartTrackingRefBased/>
  <w15:docId w15:val="{9E5C29AD-F95A-4ACD-93E4-77244B7D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82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23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2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2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235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2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35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F40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40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40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F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4035"/>
  </w:style>
  <w:style w:type="paragraph" w:styleId="Footer">
    <w:name w:val="footer"/>
    <w:basedOn w:val="Normal"/>
    <w:link w:val="FooterChar"/>
    <w:uiPriority w:val="99"/>
    <w:unhideWhenUsed/>
    <w:rsid w:val="003F4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035"/>
  </w:style>
  <w:style w:type="table" w:styleId="TableGrid">
    <w:name w:val="Table Grid"/>
    <w:basedOn w:val="TableNormal"/>
    <w:uiPriority w:val="39"/>
    <w:rsid w:val="00471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471C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44753-4077-40F5-A0C2-58F96F27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10</cp:revision>
  <dcterms:created xsi:type="dcterms:W3CDTF">2016-05-09T20:15:00Z</dcterms:created>
  <dcterms:modified xsi:type="dcterms:W3CDTF">2016-06-23T13:59:00Z</dcterms:modified>
</cp:coreProperties>
</file>